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69696"/>
  <w:body>
    <w:p w14:paraId="0DE16BFD" w14:textId="0AEC9FD3" w:rsidR="006E7BFD" w:rsidRPr="002C3EC1" w:rsidRDefault="002C3EC1" w:rsidP="003E5D2C">
      <w:pPr>
        <w:jc w:val="both"/>
        <w:rPr>
          <w:rFonts w:ascii="Verdana" w:hAnsi="Verdana"/>
          <w:b/>
          <w:sz w:val="20"/>
          <w:lang w:val="es-ES_tradnl"/>
        </w:rPr>
      </w:pPr>
      <w:r>
        <w:rPr>
          <w:rFonts w:ascii="Verdana" w:hAnsi="Verdana"/>
          <w:b/>
          <w:sz w:val="20"/>
          <w:lang w:val="es-ES_tradnl"/>
        </w:rPr>
        <w:t>FORMULACIÓ</w:t>
      </w:r>
      <w:r w:rsidR="00FA59CC" w:rsidRPr="002C3EC1">
        <w:rPr>
          <w:rFonts w:ascii="Verdana" w:hAnsi="Verdana"/>
          <w:b/>
          <w:sz w:val="20"/>
          <w:lang w:val="es-ES_tradnl"/>
        </w:rPr>
        <w:t xml:space="preserve">N DE LA PROPUESTA: </w:t>
      </w:r>
    </w:p>
    <w:p w14:paraId="1BF879C5" w14:textId="77777777" w:rsidR="002C3EC1" w:rsidRPr="003E5D2C" w:rsidRDefault="002C3EC1" w:rsidP="003E5D2C">
      <w:pPr>
        <w:jc w:val="both"/>
        <w:rPr>
          <w:rFonts w:ascii="Verdana" w:hAnsi="Verdana"/>
          <w:sz w:val="18"/>
          <w:szCs w:val="18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715"/>
      </w:tblGrid>
      <w:tr w:rsidR="006E7BFD" w:rsidRPr="001F3D18" w14:paraId="2790B33F" w14:textId="77777777" w:rsidTr="006E7BFD">
        <w:tc>
          <w:tcPr>
            <w:tcW w:w="10715" w:type="dxa"/>
            <w:shd w:val="clear" w:color="auto" w:fill="D9D9D9"/>
          </w:tcPr>
          <w:p w14:paraId="26642F2B" w14:textId="2BEAD5DB" w:rsidR="004F7531" w:rsidRDefault="006E7BFD" w:rsidP="006E7BF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 xml:space="preserve">Este archivo debe contener un máximo de </w:t>
            </w:r>
            <w:r w:rsidR="004F7531" w:rsidRPr="001F3D18">
              <w:rPr>
                <w:rFonts w:ascii="Verdana" w:hAnsi="Verdana"/>
                <w:b/>
                <w:sz w:val="18"/>
                <w:szCs w:val="18"/>
              </w:rPr>
              <w:t>1</w:t>
            </w:r>
            <w:r w:rsidR="004F7531">
              <w:rPr>
                <w:rFonts w:ascii="Verdana" w:hAnsi="Verdana"/>
                <w:b/>
                <w:sz w:val="18"/>
                <w:szCs w:val="18"/>
              </w:rPr>
              <w:t>0</w:t>
            </w:r>
            <w:r w:rsidR="004F7531" w:rsidRPr="001F3D18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1F3D18">
              <w:rPr>
                <w:rFonts w:ascii="Verdana" w:hAnsi="Verdana"/>
                <w:b/>
                <w:sz w:val="18"/>
                <w:szCs w:val="18"/>
              </w:rPr>
              <w:t>páginas</w:t>
            </w:r>
            <w:r w:rsidR="00AF56B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AF56B1">
              <w:rPr>
                <w:rFonts w:ascii="Verdana" w:hAnsi="Verdana"/>
                <w:sz w:val="20"/>
                <w:lang w:val="es-ES"/>
              </w:rPr>
              <w:t>(</w:t>
            </w:r>
            <w:r w:rsidR="00AF56B1" w:rsidRPr="000E016E">
              <w:rPr>
                <w:rFonts w:ascii="Verdana" w:hAnsi="Verdana"/>
                <w:sz w:val="20"/>
                <w:lang w:val="es-ES"/>
              </w:rPr>
              <w:t xml:space="preserve">tamaño carta, </w:t>
            </w:r>
            <w:r w:rsidR="00AF56B1">
              <w:rPr>
                <w:rFonts w:ascii="Verdana" w:hAnsi="Verdana"/>
                <w:sz w:val="20"/>
                <w:lang w:val="es-ES"/>
              </w:rPr>
              <w:t xml:space="preserve">se sugiere </w:t>
            </w:r>
            <w:r w:rsidR="00AF56B1" w:rsidRPr="000E016E">
              <w:rPr>
                <w:rFonts w:ascii="Verdana" w:hAnsi="Verdana"/>
                <w:sz w:val="20"/>
                <w:lang w:val="es-ES"/>
              </w:rPr>
              <w:t>fuente Verdana tamaño 10</w:t>
            </w:r>
            <w:r w:rsidR="00AF56B1">
              <w:rPr>
                <w:rFonts w:ascii="Verdana" w:hAnsi="Verdana"/>
                <w:sz w:val="20"/>
                <w:lang w:val="es-ES"/>
              </w:rPr>
              <w:t>).</w:t>
            </w:r>
            <w:r w:rsidR="00AF56B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AF56B1" w:rsidRPr="004259A9">
              <w:rPr>
                <w:rFonts w:ascii="Verdana" w:hAnsi="Verdana"/>
                <w:sz w:val="18"/>
                <w:szCs w:val="18"/>
              </w:rPr>
              <w:t>Para una adecuada evaluación de los méritos de su pr</w:t>
            </w:r>
            <w:r w:rsidR="00AF56B1">
              <w:rPr>
                <w:rFonts w:ascii="Verdana" w:hAnsi="Verdana"/>
                <w:sz w:val="18"/>
                <w:szCs w:val="18"/>
              </w:rPr>
              <w:t>o</w:t>
            </w:r>
            <w:r w:rsidR="00AF56B1" w:rsidRPr="004259A9">
              <w:rPr>
                <w:rFonts w:ascii="Verdana" w:hAnsi="Verdana"/>
                <w:sz w:val="18"/>
                <w:szCs w:val="18"/>
              </w:rPr>
              <w:t>puesta este documento debe incorporar los siguientes aspectos</w:t>
            </w:r>
            <w:r w:rsidR="00AF56B1">
              <w:rPr>
                <w:rFonts w:ascii="Verdana" w:hAnsi="Verdana"/>
                <w:sz w:val="18"/>
                <w:szCs w:val="18"/>
              </w:rPr>
              <w:t>:</w:t>
            </w:r>
            <w:r w:rsidRPr="001F3D18">
              <w:rPr>
                <w:rFonts w:ascii="Verdana" w:hAnsi="Verdana"/>
                <w:sz w:val="18"/>
                <w:szCs w:val="18"/>
              </w:rPr>
              <w:t xml:space="preserve"> Formulación de la propuesta, Referencias Bibliográficas, Plan de Trabajo</w:t>
            </w:r>
            <w:r w:rsidR="004F7531">
              <w:rPr>
                <w:rFonts w:ascii="Verdana" w:hAnsi="Verdana"/>
                <w:sz w:val="18"/>
                <w:szCs w:val="18"/>
              </w:rPr>
              <w:t>,</w:t>
            </w:r>
            <w:r w:rsidR="00C94288">
              <w:rPr>
                <w:rFonts w:ascii="Verdana" w:hAnsi="Verdana"/>
                <w:sz w:val="18"/>
                <w:szCs w:val="18"/>
              </w:rPr>
              <w:t xml:space="preserve"> </w:t>
            </w:r>
            <w:r w:rsidR="004F7531" w:rsidRPr="004F7531">
              <w:rPr>
                <w:rFonts w:ascii="Verdana" w:hAnsi="Verdana"/>
                <w:sz w:val="18"/>
                <w:szCs w:val="18"/>
              </w:rPr>
              <w:t>Trabajo adelantado (si corresponde)</w:t>
            </w:r>
            <w:r w:rsidR="0034157C">
              <w:rPr>
                <w:rFonts w:ascii="Verdana" w:hAnsi="Verdana"/>
                <w:sz w:val="18"/>
                <w:szCs w:val="18"/>
              </w:rPr>
              <w:t xml:space="preserve"> y Recursos Disponibles</w:t>
            </w:r>
            <w:r w:rsidR="004F7531" w:rsidRPr="004F7531">
              <w:rPr>
                <w:rFonts w:ascii="Verdana" w:hAnsi="Verdana"/>
                <w:sz w:val="18"/>
                <w:szCs w:val="18"/>
              </w:rPr>
              <w:t>.</w:t>
            </w:r>
          </w:p>
          <w:p w14:paraId="174D057F" w14:textId="77777777" w:rsidR="00CB11F9" w:rsidRPr="009B3F65" w:rsidRDefault="00CB11F9" w:rsidP="00CB11F9">
            <w:pPr>
              <w:pStyle w:val="Textosinformato"/>
              <w:rPr>
                <w:rFonts w:ascii="Verdana" w:hAnsi="Verdana"/>
                <w:sz w:val="20"/>
                <w:szCs w:val="20"/>
              </w:rPr>
            </w:pPr>
            <w:r w:rsidRPr="009B3F65">
              <w:rPr>
                <w:rFonts w:ascii="Verdana" w:hAnsi="Verdana"/>
                <w:sz w:val="20"/>
                <w:szCs w:val="20"/>
              </w:rPr>
              <w:t>Asegúrese de destacar la relevancia de su proyecto en relación al desarrollo científico alcanzado en el ámbito del tema propuesto.</w:t>
            </w:r>
          </w:p>
          <w:p w14:paraId="1181B602" w14:textId="3B7F9821" w:rsidR="00AF56B1" w:rsidRPr="001F3D18" w:rsidRDefault="00AF56B1" w:rsidP="00AF56B1">
            <w:pPr>
              <w:jc w:val="both"/>
              <w:rPr>
                <w:rFonts w:ascii="Verdana" w:hAnsi="Verdana"/>
                <w:sz w:val="18"/>
                <w:szCs w:val="18"/>
              </w:rPr>
            </w:pPr>
            <w:bookmarkStart w:id="0" w:name="_GoBack"/>
            <w:bookmarkEnd w:id="0"/>
            <w:r w:rsidRPr="001F3D18">
              <w:rPr>
                <w:rFonts w:ascii="Verdana" w:hAnsi="Verdana"/>
                <w:sz w:val="18"/>
                <w:szCs w:val="18"/>
              </w:rPr>
              <w:t>T</w:t>
            </w:r>
            <w:proofErr w:type="spellStart"/>
            <w:r w:rsidRPr="001F3D18">
              <w:rPr>
                <w:rFonts w:ascii="Verdana" w:hAnsi="Verdana"/>
                <w:sz w:val="18"/>
                <w:szCs w:val="18"/>
                <w:lang w:val="es-ES_tradnl"/>
              </w:rPr>
              <w:t>enga</w:t>
            </w:r>
            <w:proofErr w:type="spellEnd"/>
            <w:r w:rsidRPr="001F3D18">
              <w:rPr>
                <w:rFonts w:ascii="Verdana" w:hAnsi="Verdana"/>
                <w:sz w:val="18"/>
                <w:szCs w:val="18"/>
                <w:lang w:val="es-ES_tradnl"/>
              </w:rPr>
              <w:t xml:space="preserve"> presente lo estipulado en las Bases del Concurso FONDECYT de Postdoctorado 201</w:t>
            </w:r>
            <w:r w:rsidR="00B574CC">
              <w:rPr>
                <w:rFonts w:ascii="Verdana" w:hAnsi="Verdana"/>
                <w:sz w:val="18"/>
                <w:szCs w:val="18"/>
                <w:lang w:val="es-ES_tradnl"/>
              </w:rPr>
              <w:t>7</w:t>
            </w:r>
            <w:r w:rsidRPr="001F3D18">
              <w:rPr>
                <w:rFonts w:ascii="Verdana" w:hAnsi="Verdana"/>
                <w:sz w:val="18"/>
                <w:szCs w:val="18"/>
                <w:lang w:val="es-ES_tradnl"/>
              </w:rPr>
              <w:t xml:space="preserve"> e Instrucciones para postular</w:t>
            </w:r>
            <w:r w:rsidRPr="001F3D18">
              <w:rPr>
                <w:rFonts w:ascii="Verdana" w:hAnsi="Verdana"/>
                <w:sz w:val="18"/>
                <w:szCs w:val="18"/>
              </w:rPr>
              <w:t>.</w:t>
            </w:r>
          </w:p>
          <w:p w14:paraId="3830148A" w14:textId="77777777" w:rsidR="00AF56B1" w:rsidRPr="001F3D18" w:rsidRDefault="00AF56B1" w:rsidP="006E7BF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BC75DA0" w14:textId="24AE9DB8" w:rsidR="00FF4CDF" w:rsidRDefault="00FF4CDF" w:rsidP="00B574CC">
      <w:pPr>
        <w:pStyle w:val="Prrafodelista"/>
        <w:ind w:left="0"/>
        <w:jc w:val="both"/>
        <w:rPr>
          <w:rFonts w:ascii="Verdana" w:hAnsi="Verdana"/>
          <w:b/>
          <w:sz w:val="20"/>
          <w:lang w:val="es-ES_tradnl"/>
        </w:rPr>
      </w:pPr>
    </w:p>
    <w:p w14:paraId="43860973" w14:textId="77777777" w:rsidR="00B574CC" w:rsidRDefault="00B574CC" w:rsidP="00B574CC">
      <w:pPr>
        <w:pStyle w:val="Prrafodelista"/>
        <w:ind w:left="0"/>
        <w:jc w:val="both"/>
        <w:rPr>
          <w:rFonts w:ascii="Verdana" w:hAnsi="Verdana"/>
          <w:b/>
          <w:sz w:val="20"/>
          <w:lang w:val="es-ES_tradnl"/>
        </w:rPr>
      </w:pPr>
    </w:p>
    <w:sectPr w:rsidR="00B574CC" w:rsidSect="00FF4CDF">
      <w:footerReference w:type="even" r:id="rId11"/>
      <w:footerReference w:type="default" r:id="rId12"/>
      <w:footerReference w:type="first" r:id="rId13"/>
      <w:endnotePr>
        <w:numFmt w:val="decimal"/>
      </w:endnotePr>
      <w:type w:val="continuous"/>
      <w:pgSz w:w="12242" w:h="15842" w:code="1"/>
      <w:pgMar w:top="567" w:right="709" w:bottom="907" w:left="709" w:header="567" w:footer="851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705D0C" w14:textId="77777777" w:rsidR="002E1E72" w:rsidRDefault="002E1E72">
      <w:pPr>
        <w:spacing w:line="20" w:lineRule="exact"/>
      </w:pPr>
    </w:p>
  </w:endnote>
  <w:endnote w:type="continuationSeparator" w:id="0">
    <w:p w14:paraId="53340F94" w14:textId="77777777" w:rsidR="002E1E72" w:rsidRDefault="002E1E72">
      <w:r>
        <w:t xml:space="preserve"> </w:t>
      </w:r>
    </w:p>
  </w:endnote>
  <w:endnote w:type="continuationNotice" w:id="1">
    <w:p w14:paraId="21A5F245" w14:textId="77777777" w:rsidR="002E1E72" w:rsidRDefault="002E1E72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4A8DA" w14:textId="77777777" w:rsidR="007B2075" w:rsidRDefault="00AB17B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B2075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F4CDF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488E8DB5" w14:textId="77777777" w:rsidR="007B2075" w:rsidRDefault="007B207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3ED699" w14:textId="4D534073" w:rsidR="007B2075" w:rsidRPr="00666601" w:rsidRDefault="00FF4CDF" w:rsidP="00FF4CDF">
    <w:pPr>
      <w:pStyle w:val="Piedepgina"/>
      <w:rPr>
        <w:rFonts w:ascii="Verdana" w:hAnsi="Verdana"/>
        <w:sz w:val="16"/>
      </w:rPr>
    </w:pPr>
    <w:r>
      <w:rPr>
        <w:rFonts w:ascii="Verdana" w:hAnsi="Verdana"/>
        <w:sz w:val="16"/>
      </w:rPr>
      <w:t>Concurso Fondecyt Postdoctorado 2016</w:t>
    </w:r>
    <w:r w:rsidR="007B2075">
      <w:rPr>
        <w:rFonts w:ascii="Verdana" w:hAnsi="Verdana"/>
        <w:i/>
        <w:sz w:val="16"/>
      </w:rPr>
      <w:t xml:space="preserve">   </w:t>
    </w:r>
    <w:r w:rsidR="007B2075">
      <w:rPr>
        <w:rStyle w:val="Nmerodepgina"/>
        <w:rFonts w:ascii="Verdana" w:hAnsi="Verdana"/>
        <w:i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52B1F" w14:textId="6A7A42AD" w:rsidR="00F666AD" w:rsidRDefault="000F3B51">
    <w:pPr>
      <w:pStyle w:val="Piedepgina"/>
    </w:pPr>
    <w:r>
      <w:rPr>
        <w:rFonts w:ascii="Verdana" w:hAnsi="Verdana"/>
        <w:sz w:val="16"/>
      </w:rPr>
      <w:t>Conc</w:t>
    </w:r>
    <w:r w:rsidR="00B574CC">
      <w:rPr>
        <w:rFonts w:ascii="Verdana" w:hAnsi="Verdana"/>
        <w:sz w:val="16"/>
      </w:rPr>
      <w:t>urso Fondecyt Postdoctorado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4B5563" w14:textId="77777777" w:rsidR="002E1E72" w:rsidRDefault="002E1E72">
      <w:r>
        <w:separator/>
      </w:r>
    </w:p>
  </w:footnote>
  <w:footnote w:type="continuationSeparator" w:id="0">
    <w:p w14:paraId="01156C48" w14:textId="77777777" w:rsidR="002E1E72" w:rsidRDefault="002E1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27B2B"/>
    <w:multiLevelType w:val="hybridMultilevel"/>
    <w:tmpl w:val="0FC2D73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B58E9"/>
    <w:multiLevelType w:val="singleLevel"/>
    <w:tmpl w:val="4B2A1940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</w:rPr>
    </w:lvl>
  </w:abstractNum>
  <w:abstractNum w:abstractNumId="2" w15:restartNumberingAfterBreak="0">
    <w:nsid w:val="145E1F25"/>
    <w:multiLevelType w:val="multilevel"/>
    <w:tmpl w:val="C76AB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3" w15:restartNumberingAfterBreak="0">
    <w:nsid w:val="16A1492A"/>
    <w:multiLevelType w:val="hybridMultilevel"/>
    <w:tmpl w:val="038C75F2"/>
    <w:lvl w:ilvl="0" w:tplc="6B1452E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062F2"/>
    <w:multiLevelType w:val="hybridMultilevel"/>
    <w:tmpl w:val="C9068268"/>
    <w:lvl w:ilvl="0" w:tplc="C298E68A">
      <w:start w:val="6"/>
      <w:numFmt w:val="upperRoman"/>
      <w:lvlText w:val="%1."/>
      <w:lvlJc w:val="left"/>
      <w:pPr>
        <w:ind w:left="1080" w:hanging="720"/>
      </w:pPr>
      <w:rPr>
        <w:rFonts w:ascii="CG Times" w:hAnsi="CG Times" w:hint="default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41C31"/>
    <w:multiLevelType w:val="hybridMultilevel"/>
    <w:tmpl w:val="BE6E07F4"/>
    <w:lvl w:ilvl="0" w:tplc="26145330">
      <w:start w:val="2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A36B8"/>
    <w:multiLevelType w:val="multilevel"/>
    <w:tmpl w:val="FF0AD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8" w15:restartNumberingAfterBreak="0">
    <w:nsid w:val="46A55953"/>
    <w:multiLevelType w:val="multilevel"/>
    <w:tmpl w:val="317A9EE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9" w15:restartNumberingAfterBreak="0">
    <w:nsid w:val="50AE672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E0D5044"/>
    <w:multiLevelType w:val="hybridMultilevel"/>
    <w:tmpl w:val="9B0241A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25F1A"/>
    <w:multiLevelType w:val="singleLevel"/>
    <w:tmpl w:val="FF2A805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2" w15:restartNumberingAfterBreak="0">
    <w:nsid w:val="6D873141"/>
    <w:multiLevelType w:val="hybridMultilevel"/>
    <w:tmpl w:val="70F83742"/>
    <w:lvl w:ilvl="0" w:tplc="36C20D36">
      <w:start w:val="3"/>
      <w:numFmt w:val="decimal"/>
      <w:lvlText w:val="%1"/>
      <w:lvlJc w:val="left"/>
      <w:pPr>
        <w:ind w:left="786" w:hanging="360"/>
      </w:pPr>
      <w:rPr>
        <w:rFonts w:hint="default"/>
        <w:sz w:val="20"/>
        <w:szCs w:val="20"/>
      </w:rPr>
    </w:lvl>
    <w:lvl w:ilvl="1" w:tplc="340A0019" w:tentative="1">
      <w:start w:val="1"/>
      <w:numFmt w:val="lowerLetter"/>
      <w:lvlText w:val="%2."/>
      <w:lvlJc w:val="left"/>
      <w:pPr>
        <w:ind w:left="1506" w:hanging="360"/>
      </w:pPr>
    </w:lvl>
    <w:lvl w:ilvl="2" w:tplc="340A001B" w:tentative="1">
      <w:start w:val="1"/>
      <w:numFmt w:val="lowerRoman"/>
      <w:lvlText w:val="%3."/>
      <w:lvlJc w:val="right"/>
      <w:pPr>
        <w:ind w:left="2226" w:hanging="180"/>
      </w:pPr>
    </w:lvl>
    <w:lvl w:ilvl="3" w:tplc="340A000F" w:tentative="1">
      <w:start w:val="1"/>
      <w:numFmt w:val="decimal"/>
      <w:lvlText w:val="%4."/>
      <w:lvlJc w:val="left"/>
      <w:pPr>
        <w:ind w:left="2946" w:hanging="360"/>
      </w:pPr>
    </w:lvl>
    <w:lvl w:ilvl="4" w:tplc="340A0019" w:tentative="1">
      <w:start w:val="1"/>
      <w:numFmt w:val="lowerLetter"/>
      <w:lvlText w:val="%5."/>
      <w:lvlJc w:val="left"/>
      <w:pPr>
        <w:ind w:left="3666" w:hanging="360"/>
      </w:pPr>
    </w:lvl>
    <w:lvl w:ilvl="5" w:tplc="340A001B" w:tentative="1">
      <w:start w:val="1"/>
      <w:numFmt w:val="lowerRoman"/>
      <w:lvlText w:val="%6."/>
      <w:lvlJc w:val="right"/>
      <w:pPr>
        <w:ind w:left="4386" w:hanging="180"/>
      </w:pPr>
    </w:lvl>
    <w:lvl w:ilvl="6" w:tplc="340A000F" w:tentative="1">
      <w:start w:val="1"/>
      <w:numFmt w:val="decimal"/>
      <w:lvlText w:val="%7."/>
      <w:lvlJc w:val="left"/>
      <w:pPr>
        <w:ind w:left="5106" w:hanging="360"/>
      </w:pPr>
    </w:lvl>
    <w:lvl w:ilvl="7" w:tplc="340A0019" w:tentative="1">
      <w:start w:val="1"/>
      <w:numFmt w:val="lowerLetter"/>
      <w:lvlText w:val="%8."/>
      <w:lvlJc w:val="left"/>
      <w:pPr>
        <w:ind w:left="5826" w:hanging="360"/>
      </w:pPr>
    </w:lvl>
    <w:lvl w:ilvl="8" w:tplc="34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5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  <w:num w:numId="11">
    <w:abstractNumId w:val="6"/>
  </w:num>
  <w:num w:numId="12">
    <w:abstractNumId w:val="0"/>
  </w:num>
  <w:num w:numId="13">
    <w:abstractNumId w:val="10"/>
  </w:num>
  <w:num w:numId="1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attachedTemplate r:id="rId1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85"/>
    <w:rsid w:val="00021D16"/>
    <w:rsid w:val="0005238D"/>
    <w:rsid w:val="00073B56"/>
    <w:rsid w:val="000A5665"/>
    <w:rsid w:val="000F3B51"/>
    <w:rsid w:val="00117CAF"/>
    <w:rsid w:val="00172CDA"/>
    <w:rsid w:val="001A687F"/>
    <w:rsid w:val="001C5162"/>
    <w:rsid w:val="001E0C82"/>
    <w:rsid w:val="001F3D18"/>
    <w:rsid w:val="00205CCF"/>
    <w:rsid w:val="0024059B"/>
    <w:rsid w:val="0026345A"/>
    <w:rsid w:val="0029307A"/>
    <w:rsid w:val="002C3EC1"/>
    <w:rsid w:val="002D1955"/>
    <w:rsid w:val="002E1E72"/>
    <w:rsid w:val="002E6FCB"/>
    <w:rsid w:val="0034157C"/>
    <w:rsid w:val="00350CFE"/>
    <w:rsid w:val="00380693"/>
    <w:rsid w:val="00386866"/>
    <w:rsid w:val="003A3DE0"/>
    <w:rsid w:val="003C5F18"/>
    <w:rsid w:val="003E5D2C"/>
    <w:rsid w:val="00401E57"/>
    <w:rsid w:val="00420D7D"/>
    <w:rsid w:val="004259A9"/>
    <w:rsid w:val="00442BFB"/>
    <w:rsid w:val="0047627D"/>
    <w:rsid w:val="00483B85"/>
    <w:rsid w:val="004A17EB"/>
    <w:rsid w:val="004C4647"/>
    <w:rsid w:val="004C643E"/>
    <w:rsid w:val="004F7531"/>
    <w:rsid w:val="00525834"/>
    <w:rsid w:val="005832D4"/>
    <w:rsid w:val="005A4465"/>
    <w:rsid w:val="00666601"/>
    <w:rsid w:val="006B1510"/>
    <w:rsid w:val="006D1265"/>
    <w:rsid w:val="006D4FCE"/>
    <w:rsid w:val="006E7BFD"/>
    <w:rsid w:val="006F679F"/>
    <w:rsid w:val="007B2075"/>
    <w:rsid w:val="007C12AB"/>
    <w:rsid w:val="007D3DEE"/>
    <w:rsid w:val="008075A2"/>
    <w:rsid w:val="00887162"/>
    <w:rsid w:val="008C65A3"/>
    <w:rsid w:val="00904478"/>
    <w:rsid w:val="00934E45"/>
    <w:rsid w:val="00943D35"/>
    <w:rsid w:val="00974DCE"/>
    <w:rsid w:val="00984468"/>
    <w:rsid w:val="009C7035"/>
    <w:rsid w:val="009E7015"/>
    <w:rsid w:val="00A10E21"/>
    <w:rsid w:val="00A30516"/>
    <w:rsid w:val="00A37A27"/>
    <w:rsid w:val="00A95701"/>
    <w:rsid w:val="00AB17BB"/>
    <w:rsid w:val="00AE79E2"/>
    <w:rsid w:val="00AF56B1"/>
    <w:rsid w:val="00B45414"/>
    <w:rsid w:val="00B574CC"/>
    <w:rsid w:val="00BB5E49"/>
    <w:rsid w:val="00BC114A"/>
    <w:rsid w:val="00C30959"/>
    <w:rsid w:val="00C410E7"/>
    <w:rsid w:val="00C907F7"/>
    <w:rsid w:val="00C94288"/>
    <w:rsid w:val="00CA4B91"/>
    <w:rsid w:val="00CB11F9"/>
    <w:rsid w:val="00CB75B3"/>
    <w:rsid w:val="00CF1EA1"/>
    <w:rsid w:val="00D20868"/>
    <w:rsid w:val="00D22570"/>
    <w:rsid w:val="00D72A78"/>
    <w:rsid w:val="00D73F1E"/>
    <w:rsid w:val="00D8024C"/>
    <w:rsid w:val="00D84FD0"/>
    <w:rsid w:val="00D941D3"/>
    <w:rsid w:val="00DB4DF9"/>
    <w:rsid w:val="00E90ECB"/>
    <w:rsid w:val="00F04AF5"/>
    <w:rsid w:val="00F10AF8"/>
    <w:rsid w:val="00F14D48"/>
    <w:rsid w:val="00F666AD"/>
    <w:rsid w:val="00FA59CC"/>
    <w:rsid w:val="00FF41BC"/>
    <w:rsid w:val="00FF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4377A52"/>
  <w15:docId w15:val="{ED3F40A9-3886-49C4-832C-1E0CF463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" w:hAnsi="Courier"/>
      <w:sz w:val="24"/>
      <w:lang w:eastAsia="es-MX"/>
    </w:rPr>
  </w:style>
  <w:style w:type="paragraph" w:styleId="Ttulo1">
    <w:name w:val="heading 1"/>
    <w:basedOn w:val="Normal"/>
    <w:next w:val="Normal"/>
    <w:qFormat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qFormat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qFormat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suppressAutoHyphens/>
      <w:spacing w:before="60" w:after="60"/>
      <w:jc w:val="center"/>
      <w:outlineLvl w:val="8"/>
    </w:pPr>
    <w:rPr>
      <w:rFonts w:ascii="Verdana" w:hAnsi="Verdana"/>
      <w:b/>
      <w:spacing w:val="-1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</w:style>
  <w:style w:type="character" w:styleId="Refdenotaalfinal">
    <w:name w:val="endnote reference"/>
    <w:semiHidden/>
    <w:rPr>
      <w:vertAlign w:val="superscript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character" w:customStyle="1" w:styleId="DefaultParagraphFo">
    <w:name w:val="Default Paragraph Fo"/>
    <w:basedOn w:val="Fuentedeprrafopredeter"/>
  </w:style>
  <w:style w:type="character" w:customStyle="1" w:styleId="Fuentedeencabezado">
    <w:name w:val="Fuente de encabezado"/>
    <w:basedOn w:val="Fuentedeprrafopredeter"/>
  </w:style>
  <w:style w:type="character" w:customStyle="1" w:styleId="Documento4">
    <w:name w:val="Documento 4"/>
    <w:rPr>
      <w:b/>
      <w:i/>
      <w:sz w:val="24"/>
    </w:rPr>
  </w:style>
  <w:style w:type="character" w:customStyle="1" w:styleId="Bibliogr">
    <w:name w:val="Bibliogr."/>
    <w:basedOn w:val="Fuentedeprrafopredeter"/>
  </w:style>
  <w:style w:type="character" w:customStyle="1" w:styleId="Documento5">
    <w:name w:val="Documento 5"/>
    <w:basedOn w:val="Fuentedeprrafopredeter"/>
  </w:style>
  <w:style w:type="character" w:customStyle="1" w:styleId="Documento2">
    <w:name w:val="Documento 2"/>
    <w:basedOn w:val="Fuentedeprrafopredeter"/>
  </w:style>
  <w:style w:type="character" w:customStyle="1" w:styleId="Documento6">
    <w:name w:val="Documento 6"/>
    <w:basedOn w:val="Fuentedeprrafopredeter"/>
  </w:style>
  <w:style w:type="character" w:customStyle="1" w:styleId="Documento7">
    <w:name w:val="Documento 7"/>
    <w:basedOn w:val="Fuentedeprrafopredeter"/>
  </w:style>
  <w:style w:type="character" w:customStyle="1" w:styleId="Documento8">
    <w:name w:val="Documento 8"/>
    <w:basedOn w:val="Fuentedeprrafopredeter"/>
  </w:style>
  <w:style w:type="character" w:customStyle="1" w:styleId="Documento3">
    <w:name w:val="Documento 3"/>
    <w:basedOn w:val="Fuentedeprrafopredeter"/>
  </w:style>
  <w:style w:type="paragraph" w:customStyle="1" w:styleId="Prder1">
    <w:name w:val="P¿¿r. der. 1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2">
    <w:name w:val="P¿¿r. der. 2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3">
    <w:name w:val="P¿¿r. der. 3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4">
    <w:name w:val="P¿¿r. der. 4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Documento1">
    <w:name w:val="Documento 1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5">
    <w:name w:val="P¿¿r. der.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6">
    <w:name w:val="P¿¿r. der.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7">
    <w:name w:val="P¿¿r. der.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8">
    <w:name w:val="P¿¿r. der.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character" w:customStyle="1" w:styleId="Tcnico2">
    <w:name w:val="T¿)¿cnico 2"/>
    <w:basedOn w:val="Fuentedeprrafopredeter"/>
  </w:style>
  <w:style w:type="character" w:customStyle="1" w:styleId="Tcnico3">
    <w:name w:val="T¿)¿cnico 3"/>
    <w:basedOn w:val="Fuentedeprrafopredeter"/>
  </w:style>
  <w:style w:type="paragraph" w:customStyle="1" w:styleId="Tcnico4">
    <w:name w:val="T¿)¿cnico 4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Tcnico1">
    <w:name w:val="T¿)¿cnico 1"/>
    <w:basedOn w:val="Fuentedeprrafopredeter"/>
  </w:style>
  <w:style w:type="character" w:customStyle="1" w:styleId="Inicdoc">
    <w:name w:val="Inic. doc."/>
    <w:basedOn w:val="Fuentedeprrafopredeter"/>
  </w:style>
  <w:style w:type="paragraph" w:customStyle="1" w:styleId="Tcnico5">
    <w:name w:val="T¿)¿cnico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6">
    <w:name w:val="T¿)¿cnico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7">
    <w:name w:val="T¿)¿cnico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8">
    <w:name w:val="T¿)¿cnico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Inicestt">
    <w:name w:val="Inic. est. t"/>
    <w:basedOn w:val="Fuentedeprrafopredeter"/>
  </w:style>
  <w:style w:type="paragraph" w:customStyle="1" w:styleId="Escrlegal">
    <w:name w:val="Escr. legal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styleId="TD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ndice2">
    <w:name w:val="Ìndice 2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toa">
    <w:name w:val="toa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epgrafe">
    <w:name w:val="epÌgrafe"/>
    <w:pPr>
      <w:widowControl w:val="0"/>
      <w:tabs>
        <w:tab w:val="left" w:pos="-720"/>
      </w:tabs>
      <w:suppressAutoHyphens/>
    </w:pPr>
    <w:rPr>
      <w:rFonts w:ascii="Courier" w:hAnsi="Courier"/>
      <w:sz w:val="24"/>
      <w:lang w:val="es-ES_tradnl" w:eastAsia="es-MX"/>
    </w:rPr>
  </w:style>
  <w:style w:type="character" w:customStyle="1" w:styleId="EquationCaption">
    <w:name w:val="_Equation Caption"/>
    <w:basedOn w:val="Fuentedeprrafopredeter"/>
  </w:style>
  <w:style w:type="paragraph" w:styleId="Encabezado">
    <w:name w:val="header"/>
    <w:basedOn w:val="Normal"/>
    <w:link w:val="EncabezadoCar"/>
    <w:uiPriority w:val="99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paragraph" w:styleId="ndice10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</w:style>
  <w:style w:type="character" w:customStyle="1" w:styleId="EquationCaption1">
    <w:name w:val="_Equation Caption1"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rmal"/>
    <w:link w:val="TextocomentarioCar"/>
    <w:semiHidden/>
    <w:rPr>
      <w:sz w:val="20"/>
    </w:rPr>
  </w:style>
  <w:style w:type="paragraph" w:styleId="Textoindependiente">
    <w:name w:val="Body Tex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paragraph" w:styleId="Textoindependiente2">
    <w:name w:val="Body Text 2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paragraph" w:styleId="Textoindependiente3">
    <w:name w:val="Body Text 3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paragraph" w:styleId="Sangradetextonormal">
    <w:name w:val="Body Text Inden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paragraph" w:styleId="Textodebloque">
    <w:name w:val="Block Text"/>
    <w:basedOn w:val="Normal"/>
    <w:semiHidden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semiHidden/>
    <w:pPr>
      <w:tabs>
        <w:tab w:val="left" w:pos="-417"/>
        <w:tab w:val="left" w:pos="567"/>
        <w:tab w:val="left" w:pos="709"/>
      </w:tabs>
      <w:ind w:left="567"/>
      <w:jc w:val="both"/>
    </w:pPr>
    <w:rPr>
      <w:rFonts w:ascii="Verdana" w:hAnsi="Verdana"/>
      <w:sz w:val="20"/>
      <w:lang w:val="es-ES_tradnl"/>
    </w:rPr>
  </w:style>
  <w:style w:type="paragraph" w:styleId="Sangra3detindependiente">
    <w:name w:val="Body Text Indent 3"/>
    <w:basedOn w:val="Normal"/>
    <w:link w:val="Sangra3detindependienteCar"/>
    <w:semiHidden/>
    <w:pPr>
      <w:suppressAutoHyphens/>
      <w:ind w:left="284"/>
      <w:jc w:val="both"/>
    </w:pPr>
    <w:rPr>
      <w:rFonts w:ascii="Verdana" w:hAnsi="Verdana"/>
      <w:b/>
      <w:spacing w:val="-2"/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styleId="Tablaconcuadrcula">
    <w:name w:val="Table Grid"/>
    <w:basedOn w:val="Tablanormal"/>
    <w:uiPriority w:val="59"/>
    <w:rsid w:val="007D3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907F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FF41BC"/>
    <w:pPr>
      <w:ind w:left="720"/>
      <w:contextualSpacing/>
    </w:pPr>
  </w:style>
  <w:style w:type="paragraph" w:customStyle="1" w:styleId="x-paragraph">
    <w:name w:val="x-paragraph"/>
    <w:basedOn w:val="Normal"/>
    <w:rsid w:val="00A37A27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s-C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B4DF9"/>
    <w:rPr>
      <w:rFonts w:ascii="Courier" w:hAnsi="Courier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10E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10E7"/>
    <w:rPr>
      <w:rFonts w:ascii="Tahoma" w:hAnsi="Tahoma" w:cs="Tahoma"/>
      <w:sz w:val="16"/>
      <w:szCs w:val="16"/>
      <w:lang w:eastAsia="es-MX"/>
    </w:rPr>
  </w:style>
  <w:style w:type="character" w:styleId="Hipervnculo">
    <w:name w:val="Hyperlink"/>
    <w:basedOn w:val="Fuentedeprrafopredeter"/>
    <w:uiPriority w:val="99"/>
    <w:unhideWhenUsed/>
    <w:rsid w:val="00401E57"/>
    <w:rPr>
      <w:color w:val="0000FF" w:themeColor="hyperlink"/>
      <w:u w:val="single"/>
    </w:rPr>
  </w:style>
  <w:style w:type="character" w:customStyle="1" w:styleId="Ttulo5Car">
    <w:name w:val="Título 5 Car"/>
    <w:basedOn w:val="Fuentedeprrafopredeter"/>
    <w:link w:val="Ttulo5"/>
    <w:rsid w:val="003E5D2C"/>
    <w:rPr>
      <w:rFonts w:ascii="CG Times" w:hAnsi="CG Times"/>
      <w:b/>
      <w:sz w:val="19"/>
      <w:lang w:val="es-ES_tradnl" w:eastAsia="es-MX"/>
    </w:rPr>
  </w:style>
  <w:style w:type="character" w:customStyle="1" w:styleId="Ttulo9Car">
    <w:name w:val="Título 9 Car"/>
    <w:basedOn w:val="Fuentedeprrafopredeter"/>
    <w:link w:val="Ttulo9"/>
    <w:rsid w:val="003E5D2C"/>
    <w:rPr>
      <w:rFonts w:ascii="Verdana" w:hAnsi="Verdana"/>
      <w:b/>
      <w:spacing w:val="-1"/>
      <w:sz w:val="16"/>
      <w:lang w:eastAsia="es-MX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3E5D2C"/>
    <w:rPr>
      <w:rFonts w:ascii="Verdana" w:hAnsi="Verdana"/>
      <w:b/>
      <w:spacing w:val="-2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E5D2C"/>
    <w:rPr>
      <w:rFonts w:ascii="Courier" w:hAnsi="Courier"/>
      <w:sz w:val="24"/>
      <w:lang w:val="es-ES_tradnl"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E5D2C"/>
    <w:rPr>
      <w:rFonts w:ascii="Courier" w:hAnsi="Courier"/>
      <w:sz w:val="24"/>
      <w:lang w:eastAsia="es-MX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A4465"/>
    <w:rPr>
      <w:rFonts w:ascii="Courier" w:hAnsi="Courier"/>
      <w:sz w:val="24"/>
      <w:lang w:eastAsia="es-MX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CB11F9"/>
    <w:pPr>
      <w:widowControl/>
    </w:pPr>
    <w:rPr>
      <w:rFonts w:ascii="Calibri" w:eastAsiaTheme="minorEastAsia" w:hAnsi="Calibri"/>
      <w:sz w:val="22"/>
      <w:szCs w:val="21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CB11F9"/>
    <w:rPr>
      <w:rFonts w:ascii="Calibri" w:eastAsiaTheme="minorEastAsia" w:hAnsi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96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9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3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1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1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9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36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4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3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7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8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9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73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7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formularios2000\for_reg2000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CAFE1-9366-439B-968B-AE7B12D5C2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A4991C6-A103-465E-ABA2-EF46DC392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499D13-1B90-4DE1-A83D-B573ADC5C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9ADDF2-9BD9-4DF5-AAE1-99E179E2A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for_reg2000.dot</Template>
  <TotalTime>1</TotalTime>
  <Pages>1</Pages>
  <Words>98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CONCURSO NACIONAL DE PROYECTOS FONDECYT 1997</vt:lpstr>
    </vt:vector>
  </TitlesOfParts>
  <Company>CONICYT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CONCURSO NACIONAL DE PROYECTOS FONDECYT 1997</dc:title>
  <dc:creator>FONDECYT</dc:creator>
  <cp:lastModifiedBy>Felipe Vasquez Moraga</cp:lastModifiedBy>
  <cp:revision>3</cp:revision>
  <cp:lastPrinted>2005-05-04T19:28:00Z</cp:lastPrinted>
  <dcterms:created xsi:type="dcterms:W3CDTF">2016-03-16T19:49:00Z</dcterms:created>
  <dcterms:modified xsi:type="dcterms:W3CDTF">2016-06-17T14:25:00Z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